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50B56" w14:textId="05741B6D" w:rsidR="00DA1C67" w:rsidRPr="0027307D" w:rsidRDefault="0027307D" w:rsidP="006C2343">
      <w:pPr>
        <w:pStyle w:val="Titul2"/>
        <w:rPr>
          <w:b w:val="0"/>
          <w:bCs/>
          <w:sz w:val="18"/>
          <w:szCs w:val="18"/>
        </w:rPr>
      </w:pPr>
      <w:r w:rsidRPr="0027307D">
        <w:rPr>
          <w:b w:val="0"/>
          <w:bCs/>
          <w:sz w:val="18"/>
          <w:szCs w:val="18"/>
        </w:rPr>
        <w:t xml:space="preserve">Příloha ZD č. 1 </w:t>
      </w:r>
      <w:r w:rsidR="00735698">
        <w:rPr>
          <w:b w:val="0"/>
          <w:bCs/>
          <w:sz w:val="18"/>
          <w:szCs w:val="18"/>
        </w:rPr>
        <w:t>a budoucí příloha č. 2 RD</w:t>
      </w:r>
      <w:r w:rsidR="000E5B2E">
        <w:rPr>
          <w:b w:val="0"/>
          <w:bCs/>
          <w:sz w:val="18"/>
          <w:szCs w:val="18"/>
        </w:rPr>
        <w:t xml:space="preserve"> pro části A – K</w:t>
      </w:r>
      <w:r w:rsidR="004123E1">
        <w:rPr>
          <w:b w:val="0"/>
          <w:bCs/>
          <w:sz w:val="18"/>
          <w:szCs w:val="18"/>
        </w:rPr>
        <w:t> v</w:t>
      </w:r>
      <w:r w:rsidR="000E5B2E">
        <w:rPr>
          <w:b w:val="0"/>
          <w:bCs/>
          <w:sz w:val="18"/>
          <w:szCs w:val="18"/>
        </w:rPr>
        <w:t>eřejné zakázky</w:t>
      </w:r>
    </w:p>
    <w:p w14:paraId="1780A1A2" w14:textId="77777777" w:rsidR="00A90CA3" w:rsidRDefault="00A90CA3" w:rsidP="006C2343">
      <w:pPr>
        <w:pStyle w:val="Titul2"/>
      </w:pPr>
    </w:p>
    <w:p w14:paraId="3CC590F4" w14:textId="77777777" w:rsidR="00A90CA3" w:rsidRDefault="00A90CA3" w:rsidP="006C2343">
      <w:pPr>
        <w:pStyle w:val="Titul2"/>
      </w:pPr>
    </w:p>
    <w:p w14:paraId="0256B6F6" w14:textId="77777777" w:rsidR="00AD0C7B" w:rsidRPr="00254AF5" w:rsidRDefault="00F26B3E" w:rsidP="00DC01AF">
      <w:pPr>
        <w:pStyle w:val="Titul1"/>
        <w:spacing w:after="0"/>
        <w:jc w:val="center"/>
        <w:rPr>
          <w:sz w:val="22"/>
          <w:szCs w:val="24"/>
        </w:rPr>
      </w:pPr>
      <w:r w:rsidRPr="00254AF5">
        <w:rPr>
          <w:sz w:val="22"/>
          <w:szCs w:val="24"/>
        </w:rPr>
        <w:t>Podrobná specifikace předmětu plnění veřejné zakázky</w:t>
      </w:r>
    </w:p>
    <w:p w14:paraId="53B5B86F" w14:textId="77777777" w:rsidR="00AD0C7B" w:rsidRPr="00254AF5" w:rsidRDefault="00AD0C7B" w:rsidP="00EB46E5">
      <w:pPr>
        <w:pStyle w:val="Titul2"/>
        <w:rPr>
          <w:sz w:val="32"/>
        </w:rPr>
      </w:pPr>
    </w:p>
    <w:p w14:paraId="7D715596" w14:textId="77777777" w:rsidR="00EB46E5" w:rsidRPr="00254AF5" w:rsidRDefault="00EB46E5" w:rsidP="00BF54FE">
      <w:pPr>
        <w:pStyle w:val="Titul2"/>
        <w:rPr>
          <w:sz w:val="32"/>
        </w:rPr>
      </w:pPr>
    </w:p>
    <w:p w14:paraId="7FED5579" w14:textId="77777777" w:rsidR="002007BA" w:rsidRPr="00254AF5" w:rsidRDefault="002007BA" w:rsidP="006C2343">
      <w:pPr>
        <w:pStyle w:val="Tituldatum"/>
        <w:rPr>
          <w:sz w:val="22"/>
        </w:rPr>
      </w:pPr>
    </w:p>
    <w:p w14:paraId="1F6DF51F" w14:textId="57F6250F" w:rsidR="00E614AA" w:rsidRDefault="001E0C8F" w:rsidP="00DC01AF">
      <w:pPr>
        <w:pStyle w:val="Tituldatum"/>
        <w:jc w:val="center"/>
        <w:rPr>
          <w:rStyle w:val="Nzevakce"/>
          <w:sz w:val="22"/>
        </w:rPr>
      </w:pPr>
      <w:r w:rsidRPr="001E0C8F">
        <w:rPr>
          <w:rStyle w:val="Nzevakce"/>
          <w:sz w:val="22"/>
        </w:rPr>
        <w:t>Servis a opravy služebních vozidel</w:t>
      </w:r>
      <w:r w:rsidR="00B31A56">
        <w:rPr>
          <w:rStyle w:val="Nzevakce"/>
          <w:sz w:val="22"/>
        </w:rPr>
        <w:t xml:space="preserve"> 202</w:t>
      </w:r>
      <w:r w:rsidR="00B754F3">
        <w:rPr>
          <w:rStyle w:val="Nzevakce"/>
          <w:sz w:val="22"/>
        </w:rPr>
        <w:t>5</w:t>
      </w:r>
      <w:r w:rsidR="00B31A56">
        <w:rPr>
          <w:rStyle w:val="Nzevakce"/>
          <w:sz w:val="22"/>
        </w:rPr>
        <w:t xml:space="preserve"> </w:t>
      </w:r>
      <w:r w:rsidR="001F1B56">
        <w:rPr>
          <w:rStyle w:val="Nzevakce"/>
          <w:sz w:val="22"/>
        </w:rPr>
        <w:t>–</w:t>
      </w:r>
      <w:r w:rsidR="00B31A56">
        <w:rPr>
          <w:rStyle w:val="Nzevakce"/>
          <w:sz w:val="22"/>
        </w:rPr>
        <w:t xml:space="preserve"> 202</w:t>
      </w:r>
      <w:r w:rsidR="00B754F3">
        <w:rPr>
          <w:rStyle w:val="Nzevakce"/>
          <w:sz w:val="22"/>
        </w:rPr>
        <w:t>8</w:t>
      </w:r>
    </w:p>
    <w:p w14:paraId="5FD875D8" w14:textId="77777777" w:rsidR="00B31A56" w:rsidRDefault="00B31A56" w:rsidP="00DC01AF">
      <w:pPr>
        <w:pStyle w:val="Tituldatum"/>
        <w:jc w:val="center"/>
      </w:pPr>
    </w:p>
    <w:p w14:paraId="58615F48" w14:textId="77777777" w:rsidR="00DA1C67" w:rsidRDefault="00DA1C67" w:rsidP="006C2343">
      <w:pPr>
        <w:pStyle w:val="Tituldatum"/>
      </w:pPr>
    </w:p>
    <w:p w14:paraId="2A912FC3" w14:textId="77777777" w:rsidR="00DA1C67" w:rsidRDefault="00DA1C67" w:rsidP="006C2343">
      <w:pPr>
        <w:pStyle w:val="Tituldatum"/>
      </w:pPr>
    </w:p>
    <w:p w14:paraId="1EE2272E" w14:textId="77777777" w:rsidR="00A90CA3" w:rsidRDefault="00A90CA3" w:rsidP="006C2343">
      <w:pPr>
        <w:pStyle w:val="Tituldatum"/>
      </w:pPr>
    </w:p>
    <w:p w14:paraId="6505D34B" w14:textId="77777777" w:rsidR="00A90CA3" w:rsidRDefault="00A90CA3" w:rsidP="006C2343">
      <w:pPr>
        <w:pStyle w:val="Tituldatum"/>
      </w:pPr>
    </w:p>
    <w:p w14:paraId="2B87DE4E" w14:textId="77777777" w:rsidR="00BE6401" w:rsidRDefault="00BE6401" w:rsidP="006C2343">
      <w:pPr>
        <w:pStyle w:val="Tituldatum"/>
      </w:pPr>
    </w:p>
    <w:p w14:paraId="16682C0F" w14:textId="77777777" w:rsidR="00BE6401" w:rsidRDefault="00BE6401" w:rsidP="006C2343">
      <w:pPr>
        <w:pStyle w:val="Tituldatum"/>
      </w:pPr>
    </w:p>
    <w:p w14:paraId="356EE722" w14:textId="77777777" w:rsidR="00BE6401" w:rsidRDefault="00BE6401" w:rsidP="006C2343">
      <w:pPr>
        <w:pStyle w:val="Tituldatum"/>
      </w:pPr>
    </w:p>
    <w:p w14:paraId="7AA5D937" w14:textId="77777777" w:rsidR="00A90CA3" w:rsidRDefault="00A90CA3" w:rsidP="006C2343">
      <w:pPr>
        <w:pStyle w:val="Tituldatum"/>
      </w:pPr>
    </w:p>
    <w:p w14:paraId="478B1954" w14:textId="77777777" w:rsidR="003B111D" w:rsidRDefault="003B111D" w:rsidP="006C2343">
      <w:pPr>
        <w:pStyle w:val="Tituldatum"/>
      </w:pPr>
    </w:p>
    <w:p w14:paraId="63566E09" w14:textId="77777777" w:rsidR="00DA1C67" w:rsidRDefault="00DA1C67">
      <w:r>
        <w:br w:type="page"/>
      </w:r>
    </w:p>
    <w:p w14:paraId="05C82D88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356986A" w14:textId="5211D96B" w:rsidR="00C32CEE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3882913" w:history="1">
        <w:r w:rsidR="00C32CEE" w:rsidRPr="008F371D">
          <w:rPr>
            <w:rStyle w:val="Hypertextovodkaz"/>
          </w:rPr>
          <w:t>1.</w:t>
        </w:r>
        <w:r w:rsidR="00C32CE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C32CEE" w:rsidRPr="008F371D">
          <w:rPr>
            <w:rStyle w:val="Hypertextovodkaz"/>
          </w:rPr>
          <w:t>Předmět plnění</w:t>
        </w:r>
        <w:r w:rsidR="00C32CEE">
          <w:rPr>
            <w:noProof/>
            <w:webHidden/>
          </w:rPr>
          <w:tab/>
        </w:r>
        <w:r w:rsidR="00C32CEE">
          <w:rPr>
            <w:noProof/>
            <w:webHidden/>
          </w:rPr>
          <w:fldChar w:fldCharType="begin"/>
        </w:r>
        <w:r w:rsidR="00C32CEE">
          <w:rPr>
            <w:noProof/>
            <w:webHidden/>
          </w:rPr>
          <w:instrText xml:space="preserve"> PAGEREF _Toc193882913 \h </w:instrText>
        </w:r>
        <w:r w:rsidR="00C32CEE">
          <w:rPr>
            <w:noProof/>
            <w:webHidden/>
          </w:rPr>
        </w:r>
        <w:r w:rsidR="00C32CEE">
          <w:rPr>
            <w:noProof/>
            <w:webHidden/>
          </w:rPr>
          <w:fldChar w:fldCharType="separate"/>
        </w:r>
        <w:r w:rsidR="007F4B02">
          <w:rPr>
            <w:noProof/>
            <w:webHidden/>
          </w:rPr>
          <w:t>3</w:t>
        </w:r>
        <w:r w:rsidR="00C32CEE">
          <w:rPr>
            <w:noProof/>
            <w:webHidden/>
          </w:rPr>
          <w:fldChar w:fldCharType="end"/>
        </w:r>
      </w:hyperlink>
    </w:p>
    <w:p w14:paraId="7C21E189" w14:textId="2F11A8ED" w:rsidR="00C32CEE" w:rsidRDefault="00C32CEE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4" w:history="1">
        <w:r w:rsidRPr="008F371D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Předmět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D64C77" w14:textId="7F4A5BCC" w:rsidR="00C32CEE" w:rsidRDefault="00C32CE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5" w:history="1">
        <w:r w:rsidRPr="008F371D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Specifikace dalších požadavků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404945" w14:textId="2ADC0666" w:rsidR="00C32CEE" w:rsidRDefault="00C32CEE">
      <w:pPr>
        <w:pStyle w:val="Obsah2"/>
        <w:rPr>
          <w:rFonts w:asciiTheme="minorHAnsi" w:eastAsiaTheme="minorEastAsia" w:hAnsiTheme="minorHAnsi" w:cstheme="minorBid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3882916" w:history="1">
        <w:r w:rsidRPr="008F371D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371D">
          <w:rPr>
            <w:rStyle w:val="Hypertextovodkaz"/>
          </w:rPr>
          <w:t>Upřesnění rozsahu a postupu při poskytování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_Toc193882916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4B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07D19A" w14:textId="1F47C651" w:rsidR="00AD0C7B" w:rsidRDefault="00BD7E91" w:rsidP="008D03B9">
      <w:r>
        <w:fldChar w:fldCharType="end"/>
      </w:r>
    </w:p>
    <w:p w14:paraId="1800C283" w14:textId="77777777" w:rsidR="004B05EA" w:rsidRDefault="004B05EA" w:rsidP="008D03B9"/>
    <w:p w14:paraId="7032CC97" w14:textId="77777777" w:rsidR="00733F80" w:rsidRDefault="00733F80" w:rsidP="008D03B9"/>
    <w:p w14:paraId="67DFB51D" w14:textId="77777777" w:rsidR="00733F80" w:rsidRDefault="00733F80" w:rsidP="008D03B9"/>
    <w:p w14:paraId="0C3407E8" w14:textId="77777777" w:rsidR="00BE6401" w:rsidRDefault="00BE6401">
      <w:pPr>
        <w:spacing w:after="0" w:line="240" w:lineRule="auto"/>
        <w:rPr>
          <w:b/>
          <w:caps/>
          <w:sz w:val="22"/>
        </w:rPr>
      </w:pPr>
      <w:bookmarkStart w:id="0" w:name="_Toc13731854"/>
      <w:r>
        <w:br w:type="page"/>
      </w:r>
    </w:p>
    <w:p w14:paraId="18038A4C" w14:textId="2BF9E7BD" w:rsidR="00764777" w:rsidRDefault="00764777" w:rsidP="0091069A">
      <w:pPr>
        <w:pStyle w:val="Nadpis2-1"/>
        <w:jc w:val="both"/>
      </w:pPr>
      <w:bookmarkStart w:id="1" w:name="_Toc193882913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End w:id="0"/>
      <w:r>
        <w:lastRenderedPageBreak/>
        <w:t>Předmět</w:t>
      </w:r>
      <w:r w:rsidR="007D16EF">
        <w:t xml:space="preserve"> </w:t>
      </w:r>
      <w:r>
        <w:t>plnění</w:t>
      </w:r>
      <w:bookmarkEnd w:id="1"/>
    </w:p>
    <w:p w14:paraId="5ADD4CF1" w14:textId="77777777" w:rsidR="00A8437E" w:rsidRPr="00A8437E" w:rsidRDefault="00A8437E" w:rsidP="0091069A">
      <w:pPr>
        <w:pStyle w:val="Nadpis2-2"/>
        <w:tabs>
          <w:tab w:val="num" w:pos="709"/>
        </w:tabs>
        <w:ind w:left="709" w:hanging="709"/>
        <w:jc w:val="both"/>
      </w:pPr>
      <w:bookmarkStart w:id="7" w:name="_Toc193882914"/>
      <w:r w:rsidRPr="00A8437E">
        <w:t>Předmět plnění</w:t>
      </w:r>
      <w:bookmarkEnd w:id="7"/>
    </w:p>
    <w:p w14:paraId="68E8C2C3" w14:textId="4612A971" w:rsidR="00E54435" w:rsidRPr="007A34C1" w:rsidRDefault="00DC01AF" w:rsidP="0091069A">
      <w:pPr>
        <w:pStyle w:val="Text2-1"/>
      </w:pPr>
      <w:r w:rsidRPr="007A34C1">
        <w:t xml:space="preserve">Předmětem </w:t>
      </w:r>
      <w:r w:rsidR="009304BF">
        <w:t>díla</w:t>
      </w:r>
      <w:r w:rsidR="009304BF" w:rsidRPr="007A34C1">
        <w:t xml:space="preserve"> </w:t>
      </w:r>
      <w:r w:rsidRPr="007A34C1">
        <w:t>je</w:t>
      </w:r>
      <w:r w:rsidR="00A23DEB">
        <w:t xml:space="preserve"> poskytování služeb</w:t>
      </w:r>
      <w:r w:rsidR="005C43A6">
        <w:t xml:space="preserve"> Poskytovatelem, spočívajících mimo jiné v</w:t>
      </w:r>
      <w:r w:rsidR="0091069A">
        <w:t> </w:t>
      </w:r>
      <w:r w:rsidR="009304BF">
        <w:t>provádění</w:t>
      </w:r>
      <w:r w:rsidR="009304BF" w:rsidRPr="007A34C1">
        <w:t xml:space="preserve"> </w:t>
      </w:r>
      <w:r w:rsidRPr="007A34C1">
        <w:t xml:space="preserve">předepsaných servisních úkonů, </w:t>
      </w:r>
      <w:r w:rsidR="009304BF">
        <w:t>provádění</w:t>
      </w:r>
      <w:r w:rsidR="009304BF" w:rsidRPr="007A34C1">
        <w:t xml:space="preserve"> </w:t>
      </w:r>
      <w:r w:rsidRPr="007A34C1">
        <w:t xml:space="preserve">záručních a pozáručních oprav </w:t>
      </w:r>
      <w:r w:rsidR="005C43A6" w:rsidRPr="005C43A6">
        <w:t>(mechanické, elektrikářské, diagnostické, klempířské a lakýrnické práce) a zajištění uskladnění sad kol (4 ks letních či zimních kompletů</w:t>
      </w:r>
      <w:r w:rsidR="005C43A6">
        <w:t xml:space="preserve"> pro každé vozidlo</w:t>
      </w:r>
      <w:r w:rsidR="005C43A6" w:rsidRPr="005C43A6">
        <w:t>, tedy pneumatik včetně disků)</w:t>
      </w:r>
      <w:r w:rsidR="005C43A6">
        <w:t xml:space="preserve"> </w:t>
      </w:r>
      <w:r w:rsidRPr="007A34C1">
        <w:t xml:space="preserve">služebních </w:t>
      </w:r>
      <w:r w:rsidRPr="00E17587">
        <w:t>vozidel</w:t>
      </w:r>
      <w:r w:rsidR="004F46AB" w:rsidRPr="00E17587">
        <w:t xml:space="preserve"> </w:t>
      </w:r>
      <w:r w:rsidR="00383394">
        <w:t xml:space="preserve">značky </w:t>
      </w:r>
      <w:r w:rsidR="003D1D84">
        <w:t>Škoda</w:t>
      </w:r>
      <w:r w:rsidR="001F1B56">
        <w:t xml:space="preserve">, </w:t>
      </w:r>
      <w:r w:rsidR="003D1D84">
        <w:t>Volkswagen</w:t>
      </w:r>
      <w:r w:rsidR="001F1B56">
        <w:t xml:space="preserve"> a Hyundai</w:t>
      </w:r>
      <w:r w:rsidR="000F0B6D">
        <w:t xml:space="preserve"> pro </w:t>
      </w:r>
      <w:r w:rsidR="001F1B56">
        <w:t xml:space="preserve">organizační jednotku </w:t>
      </w:r>
      <w:r w:rsidR="00E54435" w:rsidRPr="00E17587">
        <w:t>Správy</w:t>
      </w:r>
      <w:r w:rsidR="00E54435" w:rsidRPr="007A34C1">
        <w:t xml:space="preserve"> železnic</w:t>
      </w:r>
      <w:r w:rsidR="006A1A96">
        <w:t>, státní organizace</w:t>
      </w:r>
      <w:r w:rsidR="001F1B56">
        <w:t xml:space="preserve"> -</w:t>
      </w:r>
      <w:r w:rsidR="001F1B56" w:rsidRPr="001F1B56">
        <w:t xml:space="preserve"> </w:t>
      </w:r>
      <w:r w:rsidR="001F1B56">
        <w:t>SŽ Facility (dále jen SŽF)</w:t>
      </w:r>
      <w:r w:rsidR="006A1A96">
        <w:t>.</w:t>
      </w:r>
      <w:r w:rsidR="00E54435" w:rsidRPr="007A34C1">
        <w:t xml:space="preserve"> </w:t>
      </w:r>
    </w:p>
    <w:p w14:paraId="18530CA7" w14:textId="43671223" w:rsidR="00E54435" w:rsidRDefault="00E54435" w:rsidP="0091069A">
      <w:pPr>
        <w:pStyle w:val="Text2-1"/>
      </w:pPr>
      <w:r>
        <w:t xml:space="preserve">Součástí zajištění </w:t>
      </w:r>
      <w:r w:rsidRPr="00ED2391">
        <w:t>servisních úkonů</w:t>
      </w:r>
      <w:r>
        <w:t xml:space="preserve"> a </w:t>
      </w:r>
      <w:r w:rsidRPr="00ED2391">
        <w:t xml:space="preserve">záručních </w:t>
      </w:r>
      <w:r>
        <w:t>a</w:t>
      </w:r>
      <w:r w:rsidRPr="00ED2391">
        <w:t xml:space="preserve"> pozáručních oprav služebních vozidel</w:t>
      </w:r>
      <w:r>
        <w:t xml:space="preserve"> je i dodání nezbytných náhradních dílů</w:t>
      </w:r>
      <w:r w:rsidR="009304BF">
        <w:t>,</w:t>
      </w:r>
      <w:r w:rsidR="002E447D">
        <w:t xml:space="preserve"> v případě opravy delší 3 pracovních dnů</w:t>
      </w:r>
      <w:r w:rsidR="009304BF">
        <w:t xml:space="preserve"> dále</w:t>
      </w:r>
      <w:r w:rsidR="002E447D">
        <w:t xml:space="preserve"> i</w:t>
      </w:r>
      <w:r w:rsidR="0091069A">
        <w:t> </w:t>
      </w:r>
      <w:r w:rsidR="002E447D">
        <w:t xml:space="preserve">poskytnutí náhradního vozidla. </w:t>
      </w:r>
    </w:p>
    <w:p w14:paraId="5E826D2E" w14:textId="27099BE5" w:rsidR="00DF7BAA" w:rsidRPr="007A34C1" w:rsidRDefault="009F4582" w:rsidP="0091069A">
      <w:pPr>
        <w:pStyle w:val="Nadpis2-1"/>
        <w:spacing w:before="360"/>
        <w:jc w:val="both"/>
      </w:pPr>
      <w:bookmarkStart w:id="8" w:name="_Toc193882915"/>
      <w:r w:rsidRPr="007A34C1">
        <w:t xml:space="preserve">Specifikace </w:t>
      </w:r>
      <w:r w:rsidR="00ED2391" w:rsidRPr="007A34C1">
        <w:t xml:space="preserve">dalších </w:t>
      </w:r>
      <w:r w:rsidR="00996BC8" w:rsidRPr="007A34C1">
        <w:t>požadavků</w:t>
      </w:r>
      <w:bookmarkEnd w:id="8"/>
      <w:r w:rsidR="00227E6A" w:rsidRPr="007A34C1">
        <w:t xml:space="preserve"> </w:t>
      </w:r>
    </w:p>
    <w:p w14:paraId="4CA36004" w14:textId="3F74BA8B" w:rsidR="00C63C29" w:rsidRPr="0031641C" w:rsidRDefault="00227E6A" w:rsidP="0091069A">
      <w:pPr>
        <w:pStyle w:val="Nadpis2-2"/>
        <w:tabs>
          <w:tab w:val="num" w:pos="709"/>
        </w:tabs>
        <w:ind w:left="709" w:hanging="709"/>
        <w:jc w:val="both"/>
      </w:pPr>
      <w:bookmarkStart w:id="9" w:name="_Toc193882916"/>
      <w:r>
        <w:t xml:space="preserve">Upřesnění </w:t>
      </w:r>
      <w:r w:rsidR="00B84837">
        <w:t>rozsahu</w:t>
      </w:r>
      <w:r w:rsidR="00665D54">
        <w:t xml:space="preserve"> a postupu při poskytování služeb</w:t>
      </w:r>
      <w:bookmarkEnd w:id="9"/>
    </w:p>
    <w:p w14:paraId="494C7AC0" w14:textId="74FC399A" w:rsidR="00996BC8" w:rsidRDefault="008F79CA" w:rsidP="0091069A">
      <w:pPr>
        <w:pStyle w:val="Text2-1"/>
      </w:pPr>
      <w:r>
        <w:t xml:space="preserve">Zajištění </w:t>
      </w:r>
      <w:r w:rsidR="00996BC8" w:rsidRPr="00DC01AF">
        <w:t>předepsaných servisních úkonů, prohlídek, záručních a pozáručních oprav</w:t>
      </w:r>
      <w:r>
        <w:t xml:space="preserve"> se týká i </w:t>
      </w:r>
      <w:r w:rsidR="00996BC8" w:rsidRPr="00DC01AF">
        <w:t>úkonů a oprav, které budou hrazeny v rámci tzv. předplacených servisů</w:t>
      </w:r>
      <w:r w:rsidR="00665D54">
        <w:t xml:space="preserve"> a </w:t>
      </w:r>
      <w:r>
        <w:t xml:space="preserve">dále </w:t>
      </w:r>
      <w:r w:rsidR="00996BC8" w:rsidRPr="00DC01AF">
        <w:t>oprav vozidel po dopravní</w:t>
      </w:r>
      <w:r w:rsidR="00665D54">
        <w:t>ch nehodách a jiných poškození.</w:t>
      </w:r>
    </w:p>
    <w:p w14:paraId="3F18FBE7" w14:textId="46B073BD" w:rsidR="00996BC8" w:rsidRDefault="00996BC8" w:rsidP="0091069A">
      <w:pPr>
        <w:pStyle w:val="Text2-1"/>
      </w:pPr>
      <w:r w:rsidRPr="00DC01AF">
        <w:t xml:space="preserve">V rámci veškerých servisních úkonů a oprav musí </w:t>
      </w:r>
      <w:r w:rsidR="00A23DEB"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03295BAD" w14:textId="43AB601D" w:rsidR="00ED2391" w:rsidRDefault="00ED2391" w:rsidP="0091069A">
      <w:pPr>
        <w:pStyle w:val="Text2-1"/>
      </w:pPr>
      <w:r>
        <w:t xml:space="preserve">Při poskytování </w:t>
      </w:r>
      <w:r w:rsidRPr="00DC01AF">
        <w:t xml:space="preserve">servisních služeb a oprav musí </w:t>
      </w:r>
      <w:r w:rsidR="00A23DEB">
        <w:t>Poskytovatel</w:t>
      </w:r>
      <w:r w:rsidRPr="00DC01AF">
        <w:t xml:space="preserve"> používat pouze </w:t>
      </w:r>
      <w:r w:rsidR="008B15B6"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jakost.</w:t>
      </w:r>
      <w:r w:rsidR="00E82C3F">
        <w:t xml:space="preserve"> </w:t>
      </w:r>
    </w:p>
    <w:p w14:paraId="47CCC0AC" w14:textId="5DFDA2BF" w:rsidR="00E82C3F" w:rsidRDefault="00E82C3F" w:rsidP="0091069A">
      <w:pPr>
        <w:pStyle w:val="Text2-1"/>
      </w:pPr>
      <w:r>
        <w:t>Po každé standar</w:t>
      </w:r>
      <w:r w:rsidR="0051196A">
        <w:t>d</w:t>
      </w:r>
      <w:r>
        <w:t>ní opravě bude provedeno umytí exteriéru a vyčištění interiéru vozidla, přičemž náklady jsou již zahrnuty v jednotkové ceně za mechanické práce a tyto úkony nebudou na faktuře vykazovány.</w:t>
      </w:r>
    </w:p>
    <w:p w14:paraId="402BB4EE" w14:textId="2AFE2E86" w:rsidR="00BA4EC2" w:rsidRPr="00A1180A" w:rsidRDefault="00BA4EC2" w:rsidP="00BA4EC2">
      <w:pPr>
        <w:pStyle w:val="Text2-1"/>
        <w:numPr>
          <w:ilvl w:val="0"/>
          <w:numId w:val="0"/>
        </w:numPr>
        <w:jc w:val="left"/>
      </w:pPr>
      <w:bookmarkStart w:id="10" w:name="_Toc6410462"/>
    </w:p>
    <w:bookmarkEnd w:id="2"/>
    <w:bookmarkEnd w:id="3"/>
    <w:bookmarkEnd w:id="4"/>
    <w:bookmarkEnd w:id="5"/>
    <w:bookmarkEnd w:id="6"/>
    <w:bookmarkEnd w:id="10"/>
    <w:p w14:paraId="1D643587" w14:textId="744B900F" w:rsidR="008C7FB5" w:rsidRDefault="008C7FB5" w:rsidP="00E22BD6">
      <w:pPr>
        <w:pStyle w:val="Text2-1"/>
        <w:numPr>
          <w:ilvl w:val="0"/>
          <w:numId w:val="0"/>
        </w:numPr>
        <w:ind w:left="709"/>
        <w:jc w:val="left"/>
      </w:pPr>
    </w:p>
    <w:sectPr w:rsidR="008C7FB5" w:rsidSect="00AF2E9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1C5E" w14:textId="77777777" w:rsidR="0097192D" w:rsidRDefault="0097192D" w:rsidP="00962258">
      <w:pPr>
        <w:spacing w:after="0" w:line="240" w:lineRule="auto"/>
      </w:pPr>
      <w:r>
        <w:separator/>
      </w:r>
    </w:p>
  </w:endnote>
  <w:endnote w:type="continuationSeparator" w:id="0">
    <w:p w14:paraId="3A452709" w14:textId="77777777" w:rsidR="0097192D" w:rsidRDefault="009719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90CA3" w:rsidRPr="006A10C4" w14:paraId="5B6D3801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4EFDE13" w14:textId="46824CA6" w:rsidR="00A90CA3" w:rsidRPr="006A10C4" w:rsidRDefault="00A90CA3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1273A9F" w14:textId="77777777" w:rsidR="00A90CA3" w:rsidRDefault="00A90CA3" w:rsidP="00516496">
          <w:pPr>
            <w:pStyle w:val="Zpatvlevo"/>
            <w:jc w:val="right"/>
          </w:pPr>
        </w:p>
        <w:p w14:paraId="6900B6AF" w14:textId="77777777" w:rsidR="00A90CA3" w:rsidRPr="006A10C4" w:rsidRDefault="00A90CA3" w:rsidP="00516496">
          <w:pPr>
            <w:pStyle w:val="Zpatvlevo"/>
            <w:jc w:val="right"/>
          </w:pPr>
          <w:r w:rsidRPr="00751795">
            <w:t>Podrobná specifikace předmětu plnění veřejné zakázky</w:t>
          </w:r>
        </w:p>
      </w:tc>
    </w:tr>
  </w:tbl>
  <w:p w14:paraId="080A75CD" w14:textId="77777777" w:rsidR="00A90CA3" w:rsidRPr="00614E71" w:rsidRDefault="00A90CA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90CA3" w:rsidRPr="006A10C4" w14:paraId="14EF8BE8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2839484" w14:textId="77777777" w:rsidR="00A90CA3" w:rsidRPr="006A10C4" w:rsidRDefault="00A90CA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751795">
            <w:t>Podrobná specifikace předmětu plnění veřejné zakázky</w:t>
          </w:r>
        </w:p>
      </w:tc>
      <w:tc>
        <w:tcPr>
          <w:tcW w:w="935" w:type="dxa"/>
          <w:shd w:val="clear" w:color="auto" w:fill="auto"/>
          <w:vAlign w:val="bottom"/>
        </w:tcPr>
        <w:p w14:paraId="4CE554B5" w14:textId="3D62E3E5" w:rsidR="00A90CA3" w:rsidRPr="006A10C4" w:rsidRDefault="00A90CA3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A61F1">
            <w:rPr>
              <w:rStyle w:val="slostrnky"/>
              <w:noProof/>
            </w:rPr>
            <w:t>6</w:t>
          </w:r>
          <w:r w:rsidRPr="006A10C4">
            <w:rPr>
              <w:rStyle w:val="slostrnky"/>
            </w:rPr>
            <w:fldChar w:fldCharType="end"/>
          </w:r>
        </w:p>
      </w:tc>
    </w:tr>
  </w:tbl>
  <w:p w14:paraId="44D70930" w14:textId="77777777" w:rsidR="00A90CA3" w:rsidRPr="00B8518B" w:rsidRDefault="00A90CA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70D2" w14:textId="77777777" w:rsidR="00A90CA3" w:rsidRPr="00B8518B" w:rsidRDefault="00A90CA3" w:rsidP="00460660">
    <w:pPr>
      <w:pStyle w:val="Zpat"/>
      <w:rPr>
        <w:sz w:val="2"/>
        <w:szCs w:val="2"/>
      </w:rPr>
    </w:pPr>
  </w:p>
  <w:p w14:paraId="3D9E0BA5" w14:textId="77777777" w:rsidR="00A90CA3" w:rsidRDefault="00A90CA3" w:rsidP="00054FC6">
    <w:pPr>
      <w:pStyle w:val="Zpat"/>
      <w:rPr>
        <w:rFonts w:cs="Calibri"/>
        <w:szCs w:val="12"/>
      </w:rPr>
    </w:pPr>
  </w:p>
  <w:p w14:paraId="73318D3C" w14:textId="77777777" w:rsidR="00A90CA3" w:rsidRPr="005D19D8" w:rsidRDefault="00A90CA3" w:rsidP="00054FC6">
    <w:pPr>
      <w:pStyle w:val="Zpat"/>
    </w:pPr>
    <w:r w:rsidRPr="00F37C6B">
      <w:rPr>
        <w:rFonts w:cs="Calibri"/>
        <w:szCs w:val="12"/>
      </w:rPr>
      <w:t>.</w:t>
    </w:r>
  </w:p>
  <w:p w14:paraId="4F041DE6" w14:textId="77777777" w:rsidR="00A90CA3" w:rsidRPr="00460660" w:rsidRDefault="00A90CA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ABEAF" w14:textId="77777777" w:rsidR="0097192D" w:rsidRDefault="0097192D" w:rsidP="00962258">
      <w:pPr>
        <w:spacing w:after="0" w:line="240" w:lineRule="auto"/>
      </w:pPr>
      <w:r>
        <w:separator/>
      </w:r>
    </w:p>
  </w:footnote>
  <w:footnote w:type="continuationSeparator" w:id="0">
    <w:p w14:paraId="3A0A0F89" w14:textId="77777777" w:rsidR="0097192D" w:rsidRDefault="009719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90CA3" w:rsidRPr="006A10C4" w14:paraId="3FFC20C1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2FC12" w14:textId="77777777" w:rsidR="00A90CA3" w:rsidRPr="006A10C4" w:rsidRDefault="00A90CA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0CF9BB" w14:textId="77777777" w:rsidR="00A90CA3" w:rsidRPr="006A10C4" w:rsidRDefault="00A90CA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D567CE" w14:textId="77777777" w:rsidR="00A90CA3" w:rsidRPr="006A10C4" w:rsidRDefault="00A90CA3" w:rsidP="006A10C4">
          <w:pPr>
            <w:pStyle w:val="Druhdokumentu"/>
            <w:spacing w:after="0"/>
          </w:pPr>
        </w:p>
      </w:tc>
    </w:tr>
  </w:tbl>
  <w:p w14:paraId="46815A90" w14:textId="77777777" w:rsidR="00A90CA3" w:rsidRPr="00D6163D" w:rsidRDefault="00A90CA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90CA3" w:rsidRPr="00800E9A" w14:paraId="01BAE95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331464B" w14:textId="77777777" w:rsidR="00A90CA3" w:rsidRPr="006A10C4" w:rsidRDefault="00A90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62AF45" w14:textId="77777777" w:rsidR="00A90CA3" w:rsidRPr="006A10C4" w:rsidRDefault="00A90CA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305D5AD3" wp14:editId="087220D4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EAC602" w14:textId="3807D431" w:rsidR="00A90CA3" w:rsidRPr="00800E9A" w:rsidRDefault="00A90CA3" w:rsidP="00800E9A">
          <w:pPr>
            <w:pStyle w:val="Druhdokumentu"/>
            <w:tabs>
              <w:tab w:val="left" w:pos="2214"/>
            </w:tabs>
            <w:spacing w:after="0"/>
            <w:rPr>
              <w:b w:val="0"/>
              <w:sz w:val="16"/>
              <w:szCs w:val="16"/>
            </w:rPr>
          </w:pPr>
        </w:p>
      </w:tc>
    </w:tr>
    <w:tr w:rsidR="00A90CA3" w:rsidRPr="006A10C4" w14:paraId="54E65C68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A963AF7" w14:textId="77777777" w:rsidR="00A90CA3" w:rsidRPr="006A10C4" w:rsidRDefault="00A90CA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6114CF" w14:textId="77777777" w:rsidR="00A90CA3" w:rsidRPr="006A10C4" w:rsidRDefault="00A90CA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7683C83" w14:textId="77777777" w:rsidR="00A90CA3" w:rsidRPr="006A10C4" w:rsidRDefault="00A90CA3" w:rsidP="006A10C4">
          <w:pPr>
            <w:pStyle w:val="Druhdokumentu"/>
            <w:spacing w:after="0"/>
          </w:pPr>
        </w:p>
      </w:tc>
    </w:tr>
  </w:tbl>
  <w:p w14:paraId="2473F46C" w14:textId="77777777" w:rsidR="00A90CA3" w:rsidRPr="00D6163D" w:rsidRDefault="00A90CA3" w:rsidP="00FC6389">
    <w:pPr>
      <w:pStyle w:val="Zhlav"/>
      <w:rPr>
        <w:sz w:val="8"/>
        <w:szCs w:val="8"/>
      </w:rPr>
    </w:pPr>
  </w:p>
  <w:p w14:paraId="0F74A9A1" w14:textId="77777777" w:rsidR="00A90CA3" w:rsidRPr="00460660" w:rsidRDefault="00A90CA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D50C51"/>
    <w:multiLevelType w:val="hybridMultilevel"/>
    <w:tmpl w:val="02689C18"/>
    <w:lvl w:ilvl="0" w:tplc="58F4075E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8C0E2D"/>
    <w:multiLevelType w:val="hybridMultilevel"/>
    <w:tmpl w:val="320C7818"/>
    <w:lvl w:ilvl="0" w:tplc="E1C4C290">
      <w:numFmt w:val="bullet"/>
      <w:lvlText w:val="•"/>
      <w:lvlJc w:val="left"/>
      <w:pPr>
        <w:ind w:left="145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B8426BE"/>
    <w:multiLevelType w:val="hybridMultilevel"/>
    <w:tmpl w:val="3594D5F2"/>
    <w:lvl w:ilvl="0" w:tplc="CF1034F6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452FB"/>
    <w:multiLevelType w:val="multilevel"/>
    <w:tmpl w:val="4384AD4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3BC35ACD"/>
    <w:multiLevelType w:val="multilevel"/>
    <w:tmpl w:val="4384AD4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1" w15:restartNumberingAfterBreak="0">
    <w:nsid w:val="4DAE4D62"/>
    <w:multiLevelType w:val="hybridMultilevel"/>
    <w:tmpl w:val="CEA64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24F10"/>
    <w:multiLevelType w:val="multilevel"/>
    <w:tmpl w:val="CE5E94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u w:val="single"/>
      </w:rPr>
    </w:lvl>
  </w:abstractNum>
  <w:abstractNum w:abstractNumId="13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1A376AA"/>
    <w:multiLevelType w:val="hybridMultilevel"/>
    <w:tmpl w:val="4906C3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B36F7"/>
    <w:multiLevelType w:val="hybridMultilevel"/>
    <w:tmpl w:val="AB74302A"/>
    <w:lvl w:ilvl="0" w:tplc="0405000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num w:numId="1" w16cid:durableId="511142387">
    <w:abstractNumId w:val="7"/>
  </w:num>
  <w:num w:numId="2" w16cid:durableId="1211914349">
    <w:abstractNumId w:val="4"/>
  </w:num>
  <w:num w:numId="3" w16cid:durableId="1599144732">
    <w:abstractNumId w:val="1"/>
  </w:num>
  <w:num w:numId="4" w16cid:durableId="625284135">
    <w:abstractNumId w:val="8"/>
  </w:num>
  <w:num w:numId="5" w16cid:durableId="1823740230">
    <w:abstractNumId w:val="13"/>
  </w:num>
  <w:num w:numId="6" w16cid:durableId="1234848972">
    <w:abstractNumId w:val="15"/>
  </w:num>
  <w:num w:numId="7" w16cid:durableId="2127045830">
    <w:abstractNumId w:val="0"/>
  </w:num>
  <w:num w:numId="8" w16cid:durableId="106699425">
    <w:abstractNumId w:val="3"/>
  </w:num>
  <w:num w:numId="9" w16cid:durableId="1794057176">
    <w:abstractNumId w:val="16"/>
  </w:num>
  <w:num w:numId="10" w16cid:durableId="333655986">
    <w:abstractNumId w:val="3"/>
  </w:num>
  <w:num w:numId="11" w16cid:durableId="732393609">
    <w:abstractNumId w:val="10"/>
  </w:num>
  <w:num w:numId="12" w16cid:durableId="457646501">
    <w:abstractNumId w:val="9"/>
  </w:num>
  <w:num w:numId="13" w16cid:durableId="627660981">
    <w:abstractNumId w:val="6"/>
  </w:num>
  <w:num w:numId="14" w16cid:durableId="1588805716">
    <w:abstractNumId w:val="3"/>
  </w:num>
  <w:num w:numId="15" w16cid:durableId="905452759">
    <w:abstractNumId w:val="3"/>
  </w:num>
  <w:num w:numId="16" w16cid:durableId="1789356192">
    <w:abstractNumId w:val="3"/>
  </w:num>
  <w:num w:numId="17" w16cid:durableId="402800201">
    <w:abstractNumId w:val="3"/>
  </w:num>
  <w:num w:numId="18" w16cid:durableId="284972344">
    <w:abstractNumId w:val="3"/>
  </w:num>
  <w:num w:numId="19" w16cid:durableId="585726657">
    <w:abstractNumId w:val="3"/>
  </w:num>
  <w:num w:numId="20" w16cid:durableId="730081790">
    <w:abstractNumId w:val="3"/>
  </w:num>
  <w:num w:numId="21" w16cid:durableId="783773860">
    <w:abstractNumId w:val="3"/>
  </w:num>
  <w:num w:numId="22" w16cid:durableId="855001308">
    <w:abstractNumId w:val="3"/>
  </w:num>
  <w:num w:numId="23" w16cid:durableId="1620261972">
    <w:abstractNumId w:val="3"/>
  </w:num>
  <w:num w:numId="24" w16cid:durableId="1459834381">
    <w:abstractNumId w:val="3"/>
  </w:num>
  <w:num w:numId="25" w16cid:durableId="1658879136">
    <w:abstractNumId w:val="3"/>
  </w:num>
  <w:num w:numId="26" w16cid:durableId="1907645384">
    <w:abstractNumId w:val="3"/>
  </w:num>
  <w:num w:numId="27" w16cid:durableId="579676215">
    <w:abstractNumId w:val="3"/>
  </w:num>
  <w:num w:numId="28" w16cid:durableId="953445365">
    <w:abstractNumId w:val="3"/>
  </w:num>
  <w:num w:numId="29" w16cid:durableId="387459186">
    <w:abstractNumId w:val="3"/>
  </w:num>
  <w:num w:numId="30" w16cid:durableId="390465284">
    <w:abstractNumId w:val="3"/>
  </w:num>
  <w:num w:numId="31" w16cid:durableId="377970756">
    <w:abstractNumId w:val="3"/>
  </w:num>
  <w:num w:numId="32" w16cid:durableId="657728064">
    <w:abstractNumId w:val="3"/>
  </w:num>
  <w:num w:numId="33" w16cid:durableId="1163886084">
    <w:abstractNumId w:val="3"/>
  </w:num>
  <w:num w:numId="34" w16cid:durableId="857037476">
    <w:abstractNumId w:val="3"/>
  </w:num>
  <w:num w:numId="35" w16cid:durableId="951933890">
    <w:abstractNumId w:val="3"/>
  </w:num>
  <w:num w:numId="36" w16cid:durableId="517425087">
    <w:abstractNumId w:val="12"/>
  </w:num>
  <w:num w:numId="37" w16cid:durableId="263534719">
    <w:abstractNumId w:val="3"/>
  </w:num>
  <w:num w:numId="38" w16cid:durableId="844245136">
    <w:abstractNumId w:val="5"/>
  </w:num>
  <w:num w:numId="39" w16cid:durableId="1540119535">
    <w:abstractNumId w:val="2"/>
  </w:num>
  <w:num w:numId="40" w16cid:durableId="1583175493">
    <w:abstractNumId w:val="3"/>
  </w:num>
  <w:num w:numId="41" w16cid:durableId="764107896">
    <w:abstractNumId w:val="3"/>
  </w:num>
  <w:num w:numId="42" w16cid:durableId="876507260">
    <w:abstractNumId w:val="3"/>
  </w:num>
  <w:num w:numId="43" w16cid:durableId="95908229">
    <w:abstractNumId w:val="3"/>
  </w:num>
  <w:num w:numId="44" w16cid:durableId="1052002828">
    <w:abstractNumId w:val="11"/>
  </w:num>
  <w:num w:numId="45" w16cid:durableId="2079747738">
    <w:abstractNumId w:val="14"/>
  </w:num>
  <w:num w:numId="46" w16cid:durableId="1226603246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00FB0"/>
    <w:rsid w:val="00012EC4"/>
    <w:rsid w:val="0001421F"/>
    <w:rsid w:val="000145C8"/>
    <w:rsid w:val="00017F3C"/>
    <w:rsid w:val="00027627"/>
    <w:rsid w:val="0003121D"/>
    <w:rsid w:val="00034FA7"/>
    <w:rsid w:val="00041EC8"/>
    <w:rsid w:val="00051AD5"/>
    <w:rsid w:val="000542B9"/>
    <w:rsid w:val="00054FC6"/>
    <w:rsid w:val="000626FD"/>
    <w:rsid w:val="000629A2"/>
    <w:rsid w:val="0006465A"/>
    <w:rsid w:val="00065179"/>
    <w:rsid w:val="0006588D"/>
    <w:rsid w:val="00067A5E"/>
    <w:rsid w:val="000719BB"/>
    <w:rsid w:val="00072A65"/>
    <w:rsid w:val="00072C1E"/>
    <w:rsid w:val="000739CD"/>
    <w:rsid w:val="00074863"/>
    <w:rsid w:val="00076B14"/>
    <w:rsid w:val="0008461A"/>
    <w:rsid w:val="00084867"/>
    <w:rsid w:val="00093458"/>
    <w:rsid w:val="000A0224"/>
    <w:rsid w:val="000A2B28"/>
    <w:rsid w:val="000A6E75"/>
    <w:rsid w:val="000B037F"/>
    <w:rsid w:val="000B066A"/>
    <w:rsid w:val="000B0801"/>
    <w:rsid w:val="000B408F"/>
    <w:rsid w:val="000B4EB8"/>
    <w:rsid w:val="000C0FE1"/>
    <w:rsid w:val="000C32A9"/>
    <w:rsid w:val="000C41F2"/>
    <w:rsid w:val="000C4237"/>
    <w:rsid w:val="000C679C"/>
    <w:rsid w:val="000D22C4"/>
    <w:rsid w:val="000D27D1"/>
    <w:rsid w:val="000E1A7F"/>
    <w:rsid w:val="000E2955"/>
    <w:rsid w:val="000E5B2E"/>
    <w:rsid w:val="000F0B6D"/>
    <w:rsid w:val="000F15F1"/>
    <w:rsid w:val="00100449"/>
    <w:rsid w:val="00101F6B"/>
    <w:rsid w:val="001052F3"/>
    <w:rsid w:val="001127EF"/>
    <w:rsid w:val="00112864"/>
    <w:rsid w:val="00114472"/>
    <w:rsid w:val="00114988"/>
    <w:rsid w:val="00114DE9"/>
    <w:rsid w:val="00115069"/>
    <w:rsid w:val="001150F2"/>
    <w:rsid w:val="00116A9A"/>
    <w:rsid w:val="00116AEB"/>
    <w:rsid w:val="00120B8B"/>
    <w:rsid w:val="00130E62"/>
    <w:rsid w:val="0013516E"/>
    <w:rsid w:val="00136DA0"/>
    <w:rsid w:val="00137A36"/>
    <w:rsid w:val="00140528"/>
    <w:rsid w:val="00145869"/>
    <w:rsid w:val="00146BCB"/>
    <w:rsid w:val="0015027B"/>
    <w:rsid w:val="00153B6C"/>
    <w:rsid w:val="00161D9E"/>
    <w:rsid w:val="00162B42"/>
    <w:rsid w:val="001654BA"/>
    <w:rsid w:val="001656A2"/>
    <w:rsid w:val="001659C0"/>
    <w:rsid w:val="00170EC5"/>
    <w:rsid w:val="00171253"/>
    <w:rsid w:val="001733B8"/>
    <w:rsid w:val="001747C1"/>
    <w:rsid w:val="00174EFB"/>
    <w:rsid w:val="00175B76"/>
    <w:rsid w:val="001763E0"/>
    <w:rsid w:val="00177D6B"/>
    <w:rsid w:val="00184276"/>
    <w:rsid w:val="001846BD"/>
    <w:rsid w:val="00186B9C"/>
    <w:rsid w:val="00191F90"/>
    <w:rsid w:val="00193719"/>
    <w:rsid w:val="001A1136"/>
    <w:rsid w:val="001A3B3C"/>
    <w:rsid w:val="001A7222"/>
    <w:rsid w:val="001B033A"/>
    <w:rsid w:val="001B4180"/>
    <w:rsid w:val="001B4E74"/>
    <w:rsid w:val="001B6A6D"/>
    <w:rsid w:val="001B7668"/>
    <w:rsid w:val="001C5CCB"/>
    <w:rsid w:val="001C645F"/>
    <w:rsid w:val="001D333B"/>
    <w:rsid w:val="001E0C8F"/>
    <w:rsid w:val="001E21D6"/>
    <w:rsid w:val="001E372F"/>
    <w:rsid w:val="001E3ED1"/>
    <w:rsid w:val="001E413D"/>
    <w:rsid w:val="001E4DED"/>
    <w:rsid w:val="001E678E"/>
    <w:rsid w:val="001F1B56"/>
    <w:rsid w:val="002007BA"/>
    <w:rsid w:val="00201B63"/>
    <w:rsid w:val="002038C9"/>
    <w:rsid w:val="002071BB"/>
    <w:rsid w:val="00207DF5"/>
    <w:rsid w:val="00210B76"/>
    <w:rsid w:val="00211934"/>
    <w:rsid w:val="00211D52"/>
    <w:rsid w:val="00213544"/>
    <w:rsid w:val="00224905"/>
    <w:rsid w:val="00227E6A"/>
    <w:rsid w:val="00232000"/>
    <w:rsid w:val="002371D7"/>
    <w:rsid w:val="00237409"/>
    <w:rsid w:val="00240B81"/>
    <w:rsid w:val="00240E11"/>
    <w:rsid w:val="002425F8"/>
    <w:rsid w:val="002468E2"/>
    <w:rsid w:val="00246C22"/>
    <w:rsid w:val="00247D01"/>
    <w:rsid w:val="0025030F"/>
    <w:rsid w:val="00250479"/>
    <w:rsid w:val="00250AAA"/>
    <w:rsid w:val="002519DC"/>
    <w:rsid w:val="00254AF5"/>
    <w:rsid w:val="00261306"/>
    <w:rsid w:val="00261A5B"/>
    <w:rsid w:val="00262E5B"/>
    <w:rsid w:val="00264D52"/>
    <w:rsid w:val="00264D59"/>
    <w:rsid w:val="00267DE4"/>
    <w:rsid w:val="0027262D"/>
    <w:rsid w:val="0027307D"/>
    <w:rsid w:val="00276AFE"/>
    <w:rsid w:val="00282A45"/>
    <w:rsid w:val="00283468"/>
    <w:rsid w:val="00287EB3"/>
    <w:rsid w:val="00290190"/>
    <w:rsid w:val="002A1124"/>
    <w:rsid w:val="002A37D4"/>
    <w:rsid w:val="002A3B57"/>
    <w:rsid w:val="002A54C1"/>
    <w:rsid w:val="002A61F1"/>
    <w:rsid w:val="002A7387"/>
    <w:rsid w:val="002B6B58"/>
    <w:rsid w:val="002B6F54"/>
    <w:rsid w:val="002C1666"/>
    <w:rsid w:val="002C2592"/>
    <w:rsid w:val="002C31BF"/>
    <w:rsid w:val="002D2102"/>
    <w:rsid w:val="002D38E4"/>
    <w:rsid w:val="002D3E43"/>
    <w:rsid w:val="002D5B86"/>
    <w:rsid w:val="002D7FD6"/>
    <w:rsid w:val="002E0CD7"/>
    <w:rsid w:val="002E0CFB"/>
    <w:rsid w:val="002E447D"/>
    <w:rsid w:val="002E5C7B"/>
    <w:rsid w:val="002F1A86"/>
    <w:rsid w:val="002F385A"/>
    <w:rsid w:val="002F4333"/>
    <w:rsid w:val="00304DAF"/>
    <w:rsid w:val="00305A13"/>
    <w:rsid w:val="00306217"/>
    <w:rsid w:val="003067C3"/>
    <w:rsid w:val="00307207"/>
    <w:rsid w:val="003130A4"/>
    <w:rsid w:val="003144E4"/>
    <w:rsid w:val="00314A1D"/>
    <w:rsid w:val="003205E3"/>
    <w:rsid w:val="003229ED"/>
    <w:rsid w:val="00323E14"/>
    <w:rsid w:val="0032520B"/>
    <w:rsid w:val="003254A3"/>
    <w:rsid w:val="00327B23"/>
    <w:rsid w:val="00327EEF"/>
    <w:rsid w:val="00331EC6"/>
    <w:rsid w:val="0033239F"/>
    <w:rsid w:val="00334918"/>
    <w:rsid w:val="003418A3"/>
    <w:rsid w:val="00341BB7"/>
    <w:rsid w:val="0034274B"/>
    <w:rsid w:val="00342AFA"/>
    <w:rsid w:val="003462EB"/>
    <w:rsid w:val="0034719F"/>
    <w:rsid w:val="00350A35"/>
    <w:rsid w:val="00355002"/>
    <w:rsid w:val="003561C0"/>
    <w:rsid w:val="003571D8"/>
    <w:rsid w:val="00357BC6"/>
    <w:rsid w:val="00361422"/>
    <w:rsid w:val="00365927"/>
    <w:rsid w:val="0036594E"/>
    <w:rsid w:val="003662C3"/>
    <w:rsid w:val="0036661C"/>
    <w:rsid w:val="00370E19"/>
    <w:rsid w:val="003723B8"/>
    <w:rsid w:val="00373B7A"/>
    <w:rsid w:val="00373FC8"/>
    <w:rsid w:val="0037545D"/>
    <w:rsid w:val="00376246"/>
    <w:rsid w:val="00383394"/>
    <w:rsid w:val="003865F1"/>
    <w:rsid w:val="00386AAC"/>
    <w:rsid w:val="00386FF1"/>
    <w:rsid w:val="00392EB6"/>
    <w:rsid w:val="00393F5E"/>
    <w:rsid w:val="003956C6"/>
    <w:rsid w:val="00396C5A"/>
    <w:rsid w:val="003B0F7F"/>
    <w:rsid w:val="003B111D"/>
    <w:rsid w:val="003C33F2"/>
    <w:rsid w:val="003C6679"/>
    <w:rsid w:val="003D1BF9"/>
    <w:rsid w:val="003D1D84"/>
    <w:rsid w:val="003D4F68"/>
    <w:rsid w:val="003D756E"/>
    <w:rsid w:val="003D7905"/>
    <w:rsid w:val="003E420D"/>
    <w:rsid w:val="003E4C13"/>
    <w:rsid w:val="003E5176"/>
    <w:rsid w:val="003E5724"/>
    <w:rsid w:val="003F3643"/>
    <w:rsid w:val="004015C3"/>
    <w:rsid w:val="004078F3"/>
    <w:rsid w:val="004123E1"/>
    <w:rsid w:val="00414AFB"/>
    <w:rsid w:val="00416B7F"/>
    <w:rsid w:val="00423952"/>
    <w:rsid w:val="004242E4"/>
    <w:rsid w:val="0042560D"/>
    <w:rsid w:val="0042581E"/>
    <w:rsid w:val="00427794"/>
    <w:rsid w:val="00427FB7"/>
    <w:rsid w:val="00446D01"/>
    <w:rsid w:val="00450F07"/>
    <w:rsid w:val="00452D1E"/>
    <w:rsid w:val="00453CD3"/>
    <w:rsid w:val="00457357"/>
    <w:rsid w:val="00460660"/>
    <w:rsid w:val="00462492"/>
    <w:rsid w:val="004637C0"/>
    <w:rsid w:val="00463BD5"/>
    <w:rsid w:val="00464BA9"/>
    <w:rsid w:val="0048009A"/>
    <w:rsid w:val="0048341C"/>
    <w:rsid w:val="00483969"/>
    <w:rsid w:val="00486107"/>
    <w:rsid w:val="004874B5"/>
    <w:rsid w:val="00491827"/>
    <w:rsid w:val="00494B12"/>
    <w:rsid w:val="004A0B2D"/>
    <w:rsid w:val="004A661B"/>
    <w:rsid w:val="004B05EA"/>
    <w:rsid w:val="004C28F9"/>
    <w:rsid w:val="004C2CA0"/>
    <w:rsid w:val="004C4399"/>
    <w:rsid w:val="004C787C"/>
    <w:rsid w:val="004D4601"/>
    <w:rsid w:val="004D47BC"/>
    <w:rsid w:val="004D7D8C"/>
    <w:rsid w:val="004E58CB"/>
    <w:rsid w:val="004E7A1F"/>
    <w:rsid w:val="004F46AB"/>
    <w:rsid w:val="004F4B9B"/>
    <w:rsid w:val="004F70CD"/>
    <w:rsid w:val="004F7356"/>
    <w:rsid w:val="00500C8E"/>
    <w:rsid w:val="00500D37"/>
    <w:rsid w:val="00502734"/>
    <w:rsid w:val="00505866"/>
    <w:rsid w:val="0050666E"/>
    <w:rsid w:val="00510A88"/>
    <w:rsid w:val="0051196A"/>
    <w:rsid w:val="00511AB9"/>
    <w:rsid w:val="00512997"/>
    <w:rsid w:val="005147AD"/>
    <w:rsid w:val="00515032"/>
    <w:rsid w:val="00516496"/>
    <w:rsid w:val="00522898"/>
    <w:rsid w:val="00523BB5"/>
    <w:rsid w:val="00523EA7"/>
    <w:rsid w:val="005269C5"/>
    <w:rsid w:val="00531CB9"/>
    <w:rsid w:val="00536828"/>
    <w:rsid w:val="005403D3"/>
    <w:rsid w:val="005406EB"/>
    <w:rsid w:val="00540D1A"/>
    <w:rsid w:val="005422FA"/>
    <w:rsid w:val="00542DFB"/>
    <w:rsid w:val="00543460"/>
    <w:rsid w:val="00545AD1"/>
    <w:rsid w:val="005519CC"/>
    <w:rsid w:val="00553375"/>
    <w:rsid w:val="00555884"/>
    <w:rsid w:val="00561B59"/>
    <w:rsid w:val="00562E3B"/>
    <w:rsid w:val="00563306"/>
    <w:rsid w:val="0056457F"/>
    <w:rsid w:val="005736B7"/>
    <w:rsid w:val="00575E5A"/>
    <w:rsid w:val="00580245"/>
    <w:rsid w:val="005856E9"/>
    <w:rsid w:val="00586060"/>
    <w:rsid w:val="0058742A"/>
    <w:rsid w:val="00590B8A"/>
    <w:rsid w:val="00592721"/>
    <w:rsid w:val="0059492D"/>
    <w:rsid w:val="0059540E"/>
    <w:rsid w:val="005A0AB5"/>
    <w:rsid w:val="005A0C7C"/>
    <w:rsid w:val="005A1F44"/>
    <w:rsid w:val="005A7375"/>
    <w:rsid w:val="005B085F"/>
    <w:rsid w:val="005B1367"/>
    <w:rsid w:val="005B68C3"/>
    <w:rsid w:val="005C24D7"/>
    <w:rsid w:val="005C43A6"/>
    <w:rsid w:val="005C45B3"/>
    <w:rsid w:val="005C52EA"/>
    <w:rsid w:val="005C5372"/>
    <w:rsid w:val="005C722C"/>
    <w:rsid w:val="005D3C39"/>
    <w:rsid w:val="005D7706"/>
    <w:rsid w:val="005E0638"/>
    <w:rsid w:val="005E0890"/>
    <w:rsid w:val="005E1D2E"/>
    <w:rsid w:val="005E563A"/>
    <w:rsid w:val="005F28AB"/>
    <w:rsid w:val="00601A8C"/>
    <w:rsid w:val="00604D8B"/>
    <w:rsid w:val="00606895"/>
    <w:rsid w:val="0061068E"/>
    <w:rsid w:val="00611111"/>
    <w:rsid w:val="006115D3"/>
    <w:rsid w:val="0061413E"/>
    <w:rsid w:val="006149D2"/>
    <w:rsid w:val="00614E71"/>
    <w:rsid w:val="00614EF2"/>
    <w:rsid w:val="00616F71"/>
    <w:rsid w:val="006208DF"/>
    <w:rsid w:val="0062502C"/>
    <w:rsid w:val="00627D4A"/>
    <w:rsid w:val="006428DB"/>
    <w:rsid w:val="006505FC"/>
    <w:rsid w:val="00652323"/>
    <w:rsid w:val="00655976"/>
    <w:rsid w:val="0065610E"/>
    <w:rsid w:val="00660AD3"/>
    <w:rsid w:val="00662818"/>
    <w:rsid w:val="00664E53"/>
    <w:rsid w:val="00665D54"/>
    <w:rsid w:val="00667FAC"/>
    <w:rsid w:val="0067474A"/>
    <w:rsid w:val="006776B6"/>
    <w:rsid w:val="00680766"/>
    <w:rsid w:val="006843FB"/>
    <w:rsid w:val="00687FE7"/>
    <w:rsid w:val="0069136C"/>
    <w:rsid w:val="00693150"/>
    <w:rsid w:val="006A019B"/>
    <w:rsid w:val="006A0DD5"/>
    <w:rsid w:val="006A10C4"/>
    <w:rsid w:val="006A1A96"/>
    <w:rsid w:val="006A5570"/>
    <w:rsid w:val="006A689C"/>
    <w:rsid w:val="006A747D"/>
    <w:rsid w:val="006B2318"/>
    <w:rsid w:val="006B3D79"/>
    <w:rsid w:val="006B5C9A"/>
    <w:rsid w:val="006B6FE4"/>
    <w:rsid w:val="006B7873"/>
    <w:rsid w:val="006C16E1"/>
    <w:rsid w:val="006C2343"/>
    <w:rsid w:val="006C2960"/>
    <w:rsid w:val="006C31D3"/>
    <w:rsid w:val="006C4264"/>
    <w:rsid w:val="006C442A"/>
    <w:rsid w:val="006D0AC2"/>
    <w:rsid w:val="006D1013"/>
    <w:rsid w:val="006D3169"/>
    <w:rsid w:val="006D748F"/>
    <w:rsid w:val="006E0578"/>
    <w:rsid w:val="006E314D"/>
    <w:rsid w:val="006E595E"/>
    <w:rsid w:val="006E6284"/>
    <w:rsid w:val="006F4911"/>
    <w:rsid w:val="007020E6"/>
    <w:rsid w:val="00710723"/>
    <w:rsid w:val="007111B6"/>
    <w:rsid w:val="00714759"/>
    <w:rsid w:val="00720802"/>
    <w:rsid w:val="00723ED1"/>
    <w:rsid w:val="00724FCF"/>
    <w:rsid w:val="00725684"/>
    <w:rsid w:val="00733AD8"/>
    <w:rsid w:val="00733F80"/>
    <w:rsid w:val="00735698"/>
    <w:rsid w:val="00740410"/>
    <w:rsid w:val="00740AF5"/>
    <w:rsid w:val="00743525"/>
    <w:rsid w:val="007441D8"/>
    <w:rsid w:val="00745555"/>
    <w:rsid w:val="00745B7E"/>
    <w:rsid w:val="00745F94"/>
    <w:rsid w:val="00751057"/>
    <w:rsid w:val="00751795"/>
    <w:rsid w:val="007541A2"/>
    <w:rsid w:val="00755818"/>
    <w:rsid w:val="0076286B"/>
    <w:rsid w:val="00764777"/>
    <w:rsid w:val="00766846"/>
    <w:rsid w:val="0076790E"/>
    <w:rsid w:val="00770601"/>
    <w:rsid w:val="0077673A"/>
    <w:rsid w:val="00776C2B"/>
    <w:rsid w:val="007846E1"/>
    <w:rsid w:val="007847D6"/>
    <w:rsid w:val="00786B28"/>
    <w:rsid w:val="007878AE"/>
    <w:rsid w:val="0079028E"/>
    <w:rsid w:val="007940C9"/>
    <w:rsid w:val="007948E0"/>
    <w:rsid w:val="00797E4B"/>
    <w:rsid w:val="007A202B"/>
    <w:rsid w:val="007A34C1"/>
    <w:rsid w:val="007A5077"/>
    <w:rsid w:val="007A5172"/>
    <w:rsid w:val="007A67A0"/>
    <w:rsid w:val="007B133E"/>
    <w:rsid w:val="007B570C"/>
    <w:rsid w:val="007C4FAD"/>
    <w:rsid w:val="007D16EF"/>
    <w:rsid w:val="007D3122"/>
    <w:rsid w:val="007D3F18"/>
    <w:rsid w:val="007E050D"/>
    <w:rsid w:val="007E4A6E"/>
    <w:rsid w:val="007F4B02"/>
    <w:rsid w:val="007F56A7"/>
    <w:rsid w:val="00800851"/>
    <w:rsid w:val="00800E9A"/>
    <w:rsid w:val="0080171C"/>
    <w:rsid w:val="0080207D"/>
    <w:rsid w:val="008028FD"/>
    <w:rsid w:val="00802EFF"/>
    <w:rsid w:val="00803BF3"/>
    <w:rsid w:val="00807DD0"/>
    <w:rsid w:val="00810E5C"/>
    <w:rsid w:val="00812D63"/>
    <w:rsid w:val="008153F9"/>
    <w:rsid w:val="008157C3"/>
    <w:rsid w:val="00816930"/>
    <w:rsid w:val="00821D01"/>
    <w:rsid w:val="008233DC"/>
    <w:rsid w:val="00826B7B"/>
    <w:rsid w:val="0083197D"/>
    <w:rsid w:val="00834146"/>
    <w:rsid w:val="00836551"/>
    <w:rsid w:val="008403B9"/>
    <w:rsid w:val="00840D13"/>
    <w:rsid w:val="00846789"/>
    <w:rsid w:val="00852CC9"/>
    <w:rsid w:val="0086058B"/>
    <w:rsid w:val="00861368"/>
    <w:rsid w:val="0086553A"/>
    <w:rsid w:val="00872045"/>
    <w:rsid w:val="00875402"/>
    <w:rsid w:val="00877782"/>
    <w:rsid w:val="00883348"/>
    <w:rsid w:val="00887F36"/>
    <w:rsid w:val="00890A4F"/>
    <w:rsid w:val="00890C74"/>
    <w:rsid w:val="00891D37"/>
    <w:rsid w:val="00895304"/>
    <w:rsid w:val="008A01EA"/>
    <w:rsid w:val="008A3568"/>
    <w:rsid w:val="008A4FE4"/>
    <w:rsid w:val="008B15B6"/>
    <w:rsid w:val="008C24A8"/>
    <w:rsid w:val="008C50F3"/>
    <w:rsid w:val="008C51A4"/>
    <w:rsid w:val="008C7EFE"/>
    <w:rsid w:val="008C7FB5"/>
    <w:rsid w:val="008D03B9"/>
    <w:rsid w:val="008D20CE"/>
    <w:rsid w:val="008D30C7"/>
    <w:rsid w:val="008D7725"/>
    <w:rsid w:val="008E005D"/>
    <w:rsid w:val="008E2A5C"/>
    <w:rsid w:val="008F04D6"/>
    <w:rsid w:val="008F18D6"/>
    <w:rsid w:val="008F2C9B"/>
    <w:rsid w:val="008F2E6B"/>
    <w:rsid w:val="008F797B"/>
    <w:rsid w:val="008F79CA"/>
    <w:rsid w:val="00901844"/>
    <w:rsid w:val="00904780"/>
    <w:rsid w:val="0090635B"/>
    <w:rsid w:val="0091069A"/>
    <w:rsid w:val="00913459"/>
    <w:rsid w:val="00913525"/>
    <w:rsid w:val="00914F81"/>
    <w:rsid w:val="00917B99"/>
    <w:rsid w:val="00922385"/>
    <w:rsid w:val="009223DF"/>
    <w:rsid w:val="009226C1"/>
    <w:rsid w:val="00923406"/>
    <w:rsid w:val="0092546B"/>
    <w:rsid w:val="009304BF"/>
    <w:rsid w:val="009327C8"/>
    <w:rsid w:val="00936091"/>
    <w:rsid w:val="00940A59"/>
    <w:rsid w:val="00940D8A"/>
    <w:rsid w:val="00950085"/>
    <w:rsid w:val="00950944"/>
    <w:rsid w:val="00953B9B"/>
    <w:rsid w:val="00957F1F"/>
    <w:rsid w:val="00962258"/>
    <w:rsid w:val="009678B7"/>
    <w:rsid w:val="009714E3"/>
    <w:rsid w:val="0097192D"/>
    <w:rsid w:val="0097239D"/>
    <w:rsid w:val="009729B3"/>
    <w:rsid w:val="00980B51"/>
    <w:rsid w:val="00991F36"/>
    <w:rsid w:val="00992D9C"/>
    <w:rsid w:val="00996BC8"/>
    <w:rsid w:val="00996CB8"/>
    <w:rsid w:val="00997C72"/>
    <w:rsid w:val="009A1905"/>
    <w:rsid w:val="009A346D"/>
    <w:rsid w:val="009A404E"/>
    <w:rsid w:val="009A45C5"/>
    <w:rsid w:val="009A5259"/>
    <w:rsid w:val="009B1AFC"/>
    <w:rsid w:val="009B2E97"/>
    <w:rsid w:val="009B50A6"/>
    <w:rsid w:val="009B5146"/>
    <w:rsid w:val="009C418E"/>
    <w:rsid w:val="009C4260"/>
    <w:rsid w:val="009C442C"/>
    <w:rsid w:val="009D2FC5"/>
    <w:rsid w:val="009D4225"/>
    <w:rsid w:val="009D4EA9"/>
    <w:rsid w:val="009D5183"/>
    <w:rsid w:val="009E07F4"/>
    <w:rsid w:val="009E09BE"/>
    <w:rsid w:val="009E16F5"/>
    <w:rsid w:val="009E1BF4"/>
    <w:rsid w:val="009E3D46"/>
    <w:rsid w:val="009F25DD"/>
    <w:rsid w:val="009F309B"/>
    <w:rsid w:val="009F392E"/>
    <w:rsid w:val="009F4582"/>
    <w:rsid w:val="009F53C5"/>
    <w:rsid w:val="009F5E45"/>
    <w:rsid w:val="00A00615"/>
    <w:rsid w:val="00A00680"/>
    <w:rsid w:val="00A03B36"/>
    <w:rsid w:val="00A04D7F"/>
    <w:rsid w:val="00A0740E"/>
    <w:rsid w:val="00A1180A"/>
    <w:rsid w:val="00A13288"/>
    <w:rsid w:val="00A23C4F"/>
    <w:rsid w:val="00A23DEB"/>
    <w:rsid w:val="00A25AA9"/>
    <w:rsid w:val="00A4050F"/>
    <w:rsid w:val="00A43663"/>
    <w:rsid w:val="00A50641"/>
    <w:rsid w:val="00A50BC5"/>
    <w:rsid w:val="00A51A89"/>
    <w:rsid w:val="00A530BF"/>
    <w:rsid w:val="00A5763B"/>
    <w:rsid w:val="00A6069F"/>
    <w:rsid w:val="00A6177B"/>
    <w:rsid w:val="00A61E27"/>
    <w:rsid w:val="00A62E74"/>
    <w:rsid w:val="00A66136"/>
    <w:rsid w:val="00A71189"/>
    <w:rsid w:val="00A7364A"/>
    <w:rsid w:val="00A73689"/>
    <w:rsid w:val="00A74DCC"/>
    <w:rsid w:val="00A753ED"/>
    <w:rsid w:val="00A77512"/>
    <w:rsid w:val="00A8227E"/>
    <w:rsid w:val="00A8437E"/>
    <w:rsid w:val="00A85555"/>
    <w:rsid w:val="00A90CA3"/>
    <w:rsid w:val="00A94C2F"/>
    <w:rsid w:val="00A96679"/>
    <w:rsid w:val="00AA105A"/>
    <w:rsid w:val="00AA4030"/>
    <w:rsid w:val="00AA4CBB"/>
    <w:rsid w:val="00AA65FA"/>
    <w:rsid w:val="00AA7351"/>
    <w:rsid w:val="00AB07D0"/>
    <w:rsid w:val="00AB562C"/>
    <w:rsid w:val="00AC001D"/>
    <w:rsid w:val="00AC2957"/>
    <w:rsid w:val="00AC3E83"/>
    <w:rsid w:val="00AC4CEB"/>
    <w:rsid w:val="00AC59BD"/>
    <w:rsid w:val="00AD056F"/>
    <w:rsid w:val="00AD0C7B"/>
    <w:rsid w:val="00AD1293"/>
    <w:rsid w:val="00AD38AA"/>
    <w:rsid w:val="00AD38D0"/>
    <w:rsid w:val="00AD5F1A"/>
    <w:rsid w:val="00AD61DC"/>
    <w:rsid w:val="00AD6731"/>
    <w:rsid w:val="00AE7847"/>
    <w:rsid w:val="00AF2E9E"/>
    <w:rsid w:val="00AF5943"/>
    <w:rsid w:val="00B008D5"/>
    <w:rsid w:val="00B00A7B"/>
    <w:rsid w:val="00B00CFD"/>
    <w:rsid w:val="00B02F73"/>
    <w:rsid w:val="00B0619F"/>
    <w:rsid w:val="00B101FD"/>
    <w:rsid w:val="00B13A26"/>
    <w:rsid w:val="00B14D8D"/>
    <w:rsid w:val="00B158CD"/>
    <w:rsid w:val="00B15D0D"/>
    <w:rsid w:val="00B20BE1"/>
    <w:rsid w:val="00B22106"/>
    <w:rsid w:val="00B25A6A"/>
    <w:rsid w:val="00B278E5"/>
    <w:rsid w:val="00B31350"/>
    <w:rsid w:val="00B31A56"/>
    <w:rsid w:val="00B31D98"/>
    <w:rsid w:val="00B344A3"/>
    <w:rsid w:val="00B37A48"/>
    <w:rsid w:val="00B407D5"/>
    <w:rsid w:val="00B42D86"/>
    <w:rsid w:val="00B46BA5"/>
    <w:rsid w:val="00B50AB2"/>
    <w:rsid w:val="00B5431A"/>
    <w:rsid w:val="00B56EB2"/>
    <w:rsid w:val="00B60FA8"/>
    <w:rsid w:val="00B721C1"/>
    <w:rsid w:val="00B754F3"/>
    <w:rsid w:val="00B75EE1"/>
    <w:rsid w:val="00B77481"/>
    <w:rsid w:val="00B84837"/>
    <w:rsid w:val="00B8518B"/>
    <w:rsid w:val="00B861EA"/>
    <w:rsid w:val="00B9030B"/>
    <w:rsid w:val="00B91F06"/>
    <w:rsid w:val="00B93566"/>
    <w:rsid w:val="00B93661"/>
    <w:rsid w:val="00B979D4"/>
    <w:rsid w:val="00B97CC3"/>
    <w:rsid w:val="00BA4EC2"/>
    <w:rsid w:val="00BA6384"/>
    <w:rsid w:val="00BB2432"/>
    <w:rsid w:val="00BB7B73"/>
    <w:rsid w:val="00BC0405"/>
    <w:rsid w:val="00BC06C4"/>
    <w:rsid w:val="00BC4845"/>
    <w:rsid w:val="00BC51B8"/>
    <w:rsid w:val="00BD06E8"/>
    <w:rsid w:val="00BD46B9"/>
    <w:rsid w:val="00BD76C3"/>
    <w:rsid w:val="00BD7E91"/>
    <w:rsid w:val="00BD7F0D"/>
    <w:rsid w:val="00BE06DC"/>
    <w:rsid w:val="00BE6401"/>
    <w:rsid w:val="00BE69B1"/>
    <w:rsid w:val="00BF39B2"/>
    <w:rsid w:val="00BF54FE"/>
    <w:rsid w:val="00C00A9F"/>
    <w:rsid w:val="00C02D0A"/>
    <w:rsid w:val="00C0327E"/>
    <w:rsid w:val="00C03A6E"/>
    <w:rsid w:val="00C04EF0"/>
    <w:rsid w:val="00C05E59"/>
    <w:rsid w:val="00C112A0"/>
    <w:rsid w:val="00C13860"/>
    <w:rsid w:val="00C2145A"/>
    <w:rsid w:val="00C22119"/>
    <w:rsid w:val="00C226C0"/>
    <w:rsid w:val="00C24A6A"/>
    <w:rsid w:val="00C27F2C"/>
    <w:rsid w:val="00C30CA8"/>
    <w:rsid w:val="00C32CEE"/>
    <w:rsid w:val="00C41C32"/>
    <w:rsid w:val="00C428CF"/>
    <w:rsid w:val="00C42FE6"/>
    <w:rsid w:val="00C44F6A"/>
    <w:rsid w:val="00C4657E"/>
    <w:rsid w:val="00C51B48"/>
    <w:rsid w:val="00C57665"/>
    <w:rsid w:val="00C6198E"/>
    <w:rsid w:val="00C63C29"/>
    <w:rsid w:val="00C67375"/>
    <w:rsid w:val="00C708EA"/>
    <w:rsid w:val="00C71821"/>
    <w:rsid w:val="00C73385"/>
    <w:rsid w:val="00C7429C"/>
    <w:rsid w:val="00C74D76"/>
    <w:rsid w:val="00C778A5"/>
    <w:rsid w:val="00C86957"/>
    <w:rsid w:val="00C90EF4"/>
    <w:rsid w:val="00C95162"/>
    <w:rsid w:val="00C958CF"/>
    <w:rsid w:val="00C96445"/>
    <w:rsid w:val="00CA1554"/>
    <w:rsid w:val="00CA6044"/>
    <w:rsid w:val="00CB687D"/>
    <w:rsid w:val="00CB6A37"/>
    <w:rsid w:val="00CB6B87"/>
    <w:rsid w:val="00CB7684"/>
    <w:rsid w:val="00CB7934"/>
    <w:rsid w:val="00CC3AD4"/>
    <w:rsid w:val="00CC7C8F"/>
    <w:rsid w:val="00CD1FC4"/>
    <w:rsid w:val="00CD7799"/>
    <w:rsid w:val="00CD7D05"/>
    <w:rsid w:val="00CE2104"/>
    <w:rsid w:val="00CE32C7"/>
    <w:rsid w:val="00CE36E4"/>
    <w:rsid w:val="00CF1D0E"/>
    <w:rsid w:val="00D034A0"/>
    <w:rsid w:val="00D038A7"/>
    <w:rsid w:val="00D05B5D"/>
    <w:rsid w:val="00D06BC0"/>
    <w:rsid w:val="00D0732C"/>
    <w:rsid w:val="00D178B4"/>
    <w:rsid w:val="00D21061"/>
    <w:rsid w:val="00D22187"/>
    <w:rsid w:val="00D22A99"/>
    <w:rsid w:val="00D241D1"/>
    <w:rsid w:val="00D2747A"/>
    <w:rsid w:val="00D31121"/>
    <w:rsid w:val="00D322B7"/>
    <w:rsid w:val="00D33EFC"/>
    <w:rsid w:val="00D35C21"/>
    <w:rsid w:val="00D3606E"/>
    <w:rsid w:val="00D4108E"/>
    <w:rsid w:val="00D432ED"/>
    <w:rsid w:val="00D521D0"/>
    <w:rsid w:val="00D544A3"/>
    <w:rsid w:val="00D56FCA"/>
    <w:rsid w:val="00D60C81"/>
    <w:rsid w:val="00D6163D"/>
    <w:rsid w:val="00D634F6"/>
    <w:rsid w:val="00D6373B"/>
    <w:rsid w:val="00D70C4A"/>
    <w:rsid w:val="00D7126D"/>
    <w:rsid w:val="00D81DA0"/>
    <w:rsid w:val="00D831A3"/>
    <w:rsid w:val="00D83B97"/>
    <w:rsid w:val="00D84DC6"/>
    <w:rsid w:val="00D85204"/>
    <w:rsid w:val="00D90C8B"/>
    <w:rsid w:val="00D97BE3"/>
    <w:rsid w:val="00DA1C30"/>
    <w:rsid w:val="00DA1C67"/>
    <w:rsid w:val="00DA27EA"/>
    <w:rsid w:val="00DA3711"/>
    <w:rsid w:val="00DB2A14"/>
    <w:rsid w:val="00DB2A20"/>
    <w:rsid w:val="00DB58AA"/>
    <w:rsid w:val="00DB6450"/>
    <w:rsid w:val="00DC01AF"/>
    <w:rsid w:val="00DC761A"/>
    <w:rsid w:val="00DD272A"/>
    <w:rsid w:val="00DD46F3"/>
    <w:rsid w:val="00DD4AAD"/>
    <w:rsid w:val="00DE51A5"/>
    <w:rsid w:val="00DE56F2"/>
    <w:rsid w:val="00DF116D"/>
    <w:rsid w:val="00DF4DDD"/>
    <w:rsid w:val="00DF69C3"/>
    <w:rsid w:val="00DF7BAA"/>
    <w:rsid w:val="00E014A7"/>
    <w:rsid w:val="00E02125"/>
    <w:rsid w:val="00E03B03"/>
    <w:rsid w:val="00E03D60"/>
    <w:rsid w:val="00E04696"/>
    <w:rsid w:val="00E04A7B"/>
    <w:rsid w:val="00E111FF"/>
    <w:rsid w:val="00E16FF7"/>
    <w:rsid w:val="00E1732F"/>
    <w:rsid w:val="00E17587"/>
    <w:rsid w:val="00E21815"/>
    <w:rsid w:val="00E22BD6"/>
    <w:rsid w:val="00E26D68"/>
    <w:rsid w:val="00E31006"/>
    <w:rsid w:val="00E31859"/>
    <w:rsid w:val="00E3303F"/>
    <w:rsid w:val="00E43AE1"/>
    <w:rsid w:val="00E44045"/>
    <w:rsid w:val="00E54435"/>
    <w:rsid w:val="00E54E6C"/>
    <w:rsid w:val="00E614AA"/>
    <w:rsid w:val="00E618C4"/>
    <w:rsid w:val="00E61D6B"/>
    <w:rsid w:val="00E62451"/>
    <w:rsid w:val="00E6572E"/>
    <w:rsid w:val="00E7218A"/>
    <w:rsid w:val="00E807EF"/>
    <w:rsid w:val="00E82C3F"/>
    <w:rsid w:val="00E84C3A"/>
    <w:rsid w:val="00E878EE"/>
    <w:rsid w:val="00E9080A"/>
    <w:rsid w:val="00E94484"/>
    <w:rsid w:val="00E973CA"/>
    <w:rsid w:val="00EA6EC7"/>
    <w:rsid w:val="00EB104F"/>
    <w:rsid w:val="00EB46E5"/>
    <w:rsid w:val="00EC2BCF"/>
    <w:rsid w:val="00EC307E"/>
    <w:rsid w:val="00EC502A"/>
    <w:rsid w:val="00EC5965"/>
    <w:rsid w:val="00EC613E"/>
    <w:rsid w:val="00ED0703"/>
    <w:rsid w:val="00ED14BD"/>
    <w:rsid w:val="00ED21F8"/>
    <w:rsid w:val="00ED2391"/>
    <w:rsid w:val="00EE6BBA"/>
    <w:rsid w:val="00EF1373"/>
    <w:rsid w:val="00F00CFB"/>
    <w:rsid w:val="00F016C7"/>
    <w:rsid w:val="00F016F0"/>
    <w:rsid w:val="00F05A60"/>
    <w:rsid w:val="00F06060"/>
    <w:rsid w:val="00F07247"/>
    <w:rsid w:val="00F12DEC"/>
    <w:rsid w:val="00F158DD"/>
    <w:rsid w:val="00F1715C"/>
    <w:rsid w:val="00F22780"/>
    <w:rsid w:val="00F232E7"/>
    <w:rsid w:val="00F257D2"/>
    <w:rsid w:val="00F25B90"/>
    <w:rsid w:val="00F26B3E"/>
    <w:rsid w:val="00F310F8"/>
    <w:rsid w:val="00F35939"/>
    <w:rsid w:val="00F37497"/>
    <w:rsid w:val="00F40E98"/>
    <w:rsid w:val="00F41F4F"/>
    <w:rsid w:val="00F45607"/>
    <w:rsid w:val="00F4722B"/>
    <w:rsid w:val="00F47980"/>
    <w:rsid w:val="00F51AA4"/>
    <w:rsid w:val="00F5361A"/>
    <w:rsid w:val="00F53B0C"/>
    <w:rsid w:val="00F54432"/>
    <w:rsid w:val="00F6074E"/>
    <w:rsid w:val="00F60DF5"/>
    <w:rsid w:val="00F625DA"/>
    <w:rsid w:val="00F659EB"/>
    <w:rsid w:val="00F65B4B"/>
    <w:rsid w:val="00F66312"/>
    <w:rsid w:val="00F705D1"/>
    <w:rsid w:val="00F719B2"/>
    <w:rsid w:val="00F747C2"/>
    <w:rsid w:val="00F763D3"/>
    <w:rsid w:val="00F83AE6"/>
    <w:rsid w:val="00F84891"/>
    <w:rsid w:val="00F86B1A"/>
    <w:rsid w:val="00F86BA6"/>
    <w:rsid w:val="00F8788B"/>
    <w:rsid w:val="00F90052"/>
    <w:rsid w:val="00F90769"/>
    <w:rsid w:val="00F95CE0"/>
    <w:rsid w:val="00F97144"/>
    <w:rsid w:val="00FB2076"/>
    <w:rsid w:val="00FB5DE8"/>
    <w:rsid w:val="00FB6342"/>
    <w:rsid w:val="00FC1531"/>
    <w:rsid w:val="00FC6389"/>
    <w:rsid w:val="00FC725F"/>
    <w:rsid w:val="00FD157D"/>
    <w:rsid w:val="00FD7094"/>
    <w:rsid w:val="00FE2B75"/>
    <w:rsid w:val="00FE5F22"/>
    <w:rsid w:val="00FE6AEC"/>
    <w:rsid w:val="00FF5080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D93E8"/>
  <w14:defaultImageDpi w14:val="32767"/>
  <w15:docId w15:val="{386658A0-E4E6-455A-9D5A-2B5B5084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4948F0-6AC9-4603-8F83-2EDAA4FAA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</TotalTime>
  <Pages>3</Pages>
  <Words>336</Words>
  <Characters>1989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2321</CharactersWithSpaces>
  <SharedDoc>false</SharedDoc>
  <HLinks>
    <vt:vector size="222" baseType="variant">
      <vt:variant>
        <vt:i4>852046</vt:i4>
      </vt:variant>
      <vt:variant>
        <vt:i4>216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Kresová Petra, Bc.</cp:lastModifiedBy>
  <cp:revision>2</cp:revision>
  <cp:lastPrinted>2025-06-09T07:12:00Z</cp:lastPrinted>
  <dcterms:created xsi:type="dcterms:W3CDTF">2025-07-03T06:49:00Z</dcterms:created>
  <dcterms:modified xsi:type="dcterms:W3CDTF">2025-07-03T06:49:00Z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